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DC2" w:rsidRDefault="005260CE" w:rsidP="005260CE">
      <w:pPr>
        <w:jc w:val="center"/>
        <w:rPr>
          <w:b/>
          <w:sz w:val="96"/>
          <w:szCs w:val="96"/>
          <w:u w:val="single"/>
        </w:rPr>
      </w:pPr>
      <w:r w:rsidRPr="005260CE">
        <w:rPr>
          <w:b/>
          <w:sz w:val="96"/>
          <w:szCs w:val="96"/>
          <w:u w:val="single"/>
        </w:rPr>
        <w:t>Inhaltsverzeichnis</w:t>
      </w:r>
    </w:p>
    <w:p w:rsidR="005260CE" w:rsidRDefault="005260CE" w:rsidP="005260CE">
      <w:pPr>
        <w:rPr>
          <w:sz w:val="40"/>
          <w:szCs w:val="40"/>
        </w:rPr>
      </w:pPr>
    </w:p>
    <w:p w:rsidR="005260CE" w:rsidRPr="00A7412C" w:rsidRDefault="005260CE" w:rsidP="005260CE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7412C">
        <w:rPr>
          <w:b/>
          <w:sz w:val="28"/>
          <w:szCs w:val="28"/>
          <w:u w:val="single"/>
        </w:rPr>
        <w:t>Gesetze</w:t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HRDG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01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DVO HRDG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02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HBKG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03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HKHG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04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ZSKG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05</w:t>
      </w:r>
    </w:p>
    <w:p w:rsidR="005260CE" w:rsidRPr="00A7412C" w:rsidRDefault="005260CE" w:rsidP="005260CE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7412C">
        <w:rPr>
          <w:b/>
          <w:sz w:val="28"/>
          <w:szCs w:val="28"/>
          <w:u w:val="single"/>
        </w:rPr>
        <w:t>Dienstvorschriften</w:t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</w:p>
    <w:p w:rsidR="005260CE" w:rsidRPr="00A7412C" w:rsidRDefault="00A7412C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FwDV 100 März 1999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06</w:t>
      </w:r>
    </w:p>
    <w:p w:rsidR="00A7412C" w:rsidRPr="00A7412C" w:rsidRDefault="00A7412C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proofErr w:type="spellStart"/>
      <w:r w:rsidRPr="00A7412C">
        <w:rPr>
          <w:sz w:val="28"/>
          <w:szCs w:val="28"/>
        </w:rPr>
        <w:t>KatS</w:t>
      </w:r>
      <w:proofErr w:type="spellEnd"/>
      <w:r w:rsidRPr="00A7412C">
        <w:rPr>
          <w:sz w:val="28"/>
          <w:szCs w:val="28"/>
        </w:rPr>
        <w:t xml:space="preserve"> DV 400 He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07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proofErr w:type="spellStart"/>
      <w:r w:rsidRPr="00A7412C">
        <w:rPr>
          <w:sz w:val="28"/>
          <w:szCs w:val="28"/>
        </w:rPr>
        <w:t>KatS</w:t>
      </w:r>
      <w:proofErr w:type="spellEnd"/>
      <w:r w:rsidRPr="00A7412C">
        <w:rPr>
          <w:sz w:val="28"/>
          <w:szCs w:val="28"/>
        </w:rPr>
        <w:t xml:space="preserve"> DV 600 He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08</w:t>
      </w:r>
    </w:p>
    <w:p w:rsidR="00A7412C" w:rsidRPr="00A7412C" w:rsidRDefault="00A7412C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proofErr w:type="spellStart"/>
      <w:r w:rsidRPr="00A7412C">
        <w:rPr>
          <w:sz w:val="28"/>
          <w:szCs w:val="28"/>
        </w:rPr>
        <w:t>KatS</w:t>
      </w:r>
      <w:proofErr w:type="spellEnd"/>
      <w:r w:rsidRPr="00A7412C">
        <w:rPr>
          <w:sz w:val="28"/>
          <w:szCs w:val="28"/>
        </w:rPr>
        <w:t xml:space="preserve"> DV 820 – FwDV 820 He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09</w:t>
      </w:r>
    </w:p>
    <w:p w:rsidR="005260CE" w:rsidRPr="00A7412C" w:rsidRDefault="005260CE" w:rsidP="005260CE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7412C">
        <w:rPr>
          <w:b/>
          <w:sz w:val="28"/>
          <w:szCs w:val="28"/>
          <w:u w:val="single"/>
        </w:rPr>
        <w:t>Sonderschutzpläne</w:t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SP AB 2 Plan 1 BOS-Sprechfunk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10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SP AB 2 Plan</w:t>
      </w:r>
      <w:r w:rsidRPr="00A7412C">
        <w:rPr>
          <w:sz w:val="28"/>
          <w:szCs w:val="28"/>
        </w:rPr>
        <w:t xml:space="preserve"> 2 Funknamenkatalog 2011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11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SP AB 4</w:t>
      </w:r>
      <w:r w:rsidRPr="00A7412C">
        <w:rPr>
          <w:sz w:val="28"/>
          <w:szCs w:val="28"/>
        </w:rPr>
        <w:t xml:space="preserve"> Plan</w:t>
      </w:r>
      <w:r w:rsidRPr="00A7412C">
        <w:rPr>
          <w:sz w:val="28"/>
          <w:szCs w:val="28"/>
        </w:rPr>
        <w:t xml:space="preserve"> 3 </w:t>
      </w:r>
      <w:proofErr w:type="spellStart"/>
      <w:r w:rsidRPr="00A7412C">
        <w:rPr>
          <w:sz w:val="28"/>
          <w:szCs w:val="28"/>
        </w:rPr>
        <w:t>Dekon</w:t>
      </w:r>
      <w:proofErr w:type="spellEnd"/>
      <w:r w:rsidRPr="00A7412C">
        <w:rPr>
          <w:sz w:val="28"/>
          <w:szCs w:val="28"/>
        </w:rPr>
        <w:t xml:space="preserve"> V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12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 xml:space="preserve">SP AB </w:t>
      </w:r>
      <w:r w:rsidRPr="00A7412C">
        <w:rPr>
          <w:sz w:val="28"/>
          <w:szCs w:val="28"/>
        </w:rPr>
        <w:t>5</w:t>
      </w:r>
      <w:r w:rsidRPr="00A7412C">
        <w:rPr>
          <w:sz w:val="28"/>
          <w:szCs w:val="28"/>
        </w:rPr>
        <w:t xml:space="preserve"> </w:t>
      </w:r>
      <w:r w:rsidRPr="00A7412C">
        <w:rPr>
          <w:sz w:val="28"/>
          <w:szCs w:val="28"/>
        </w:rPr>
        <w:t>Plan 1 Medizinischer Katastrophenschutz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13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 xml:space="preserve">SP AB </w:t>
      </w:r>
      <w:r w:rsidRPr="00A7412C">
        <w:rPr>
          <w:sz w:val="28"/>
          <w:szCs w:val="28"/>
        </w:rPr>
        <w:t>5 Sanitätswesen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14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SP AB 5</w:t>
      </w:r>
      <w:r w:rsidRPr="00A7412C">
        <w:rPr>
          <w:sz w:val="28"/>
          <w:szCs w:val="28"/>
        </w:rPr>
        <w:t xml:space="preserve"> Plan</w:t>
      </w:r>
      <w:r w:rsidRPr="00A7412C">
        <w:rPr>
          <w:sz w:val="28"/>
          <w:szCs w:val="28"/>
        </w:rPr>
        <w:t xml:space="preserve"> 3 KHEP Hessen 2007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15</w:t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SP AB 6</w:t>
      </w:r>
      <w:r w:rsidRPr="00A7412C">
        <w:rPr>
          <w:sz w:val="28"/>
          <w:szCs w:val="28"/>
        </w:rPr>
        <w:t xml:space="preserve"> Plan</w:t>
      </w:r>
      <w:r w:rsidRPr="00A7412C">
        <w:rPr>
          <w:sz w:val="28"/>
          <w:szCs w:val="28"/>
        </w:rPr>
        <w:t xml:space="preserve"> 1 Registrierung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16</w:t>
      </w:r>
    </w:p>
    <w:p w:rsidR="005260CE" w:rsidRPr="00A7412C" w:rsidRDefault="005260CE" w:rsidP="005260CE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7412C">
        <w:rPr>
          <w:b/>
          <w:sz w:val="28"/>
          <w:szCs w:val="28"/>
          <w:u w:val="single"/>
        </w:rPr>
        <w:t>Erlasse</w:t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</w:p>
    <w:p w:rsidR="005260CE" w:rsidRPr="00A7412C" w:rsidRDefault="005260CE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Einsatzstichworte Erl.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17</w:t>
      </w:r>
    </w:p>
    <w:p w:rsidR="005260CE" w:rsidRPr="00A7412C" w:rsidRDefault="00A7412C" w:rsidP="005260CE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 xml:space="preserve">Runderlass Polizei, </w:t>
      </w:r>
      <w:proofErr w:type="spellStart"/>
      <w:r w:rsidRPr="00A7412C">
        <w:rPr>
          <w:sz w:val="28"/>
          <w:szCs w:val="28"/>
        </w:rPr>
        <w:t>Fw</w:t>
      </w:r>
      <w:proofErr w:type="spellEnd"/>
      <w:r w:rsidRPr="00A7412C">
        <w:rPr>
          <w:sz w:val="28"/>
          <w:szCs w:val="28"/>
        </w:rPr>
        <w:t xml:space="preserve">, </w:t>
      </w:r>
      <w:proofErr w:type="spellStart"/>
      <w:r w:rsidRPr="00A7412C">
        <w:rPr>
          <w:sz w:val="28"/>
          <w:szCs w:val="28"/>
        </w:rPr>
        <w:t>Rd</w:t>
      </w:r>
      <w:proofErr w:type="spellEnd"/>
      <w:r w:rsidRPr="00A7412C">
        <w:rPr>
          <w:sz w:val="28"/>
          <w:szCs w:val="28"/>
        </w:rPr>
        <w:t xml:space="preserve"> bei lebensbedrohlichen Einsatzlagen</w:t>
      </w:r>
      <w:r w:rsidR="00905FB5">
        <w:rPr>
          <w:sz w:val="28"/>
          <w:szCs w:val="28"/>
        </w:rPr>
        <w:tab/>
        <w:t>18</w:t>
      </w:r>
    </w:p>
    <w:p w:rsidR="00A7412C" w:rsidRPr="00A7412C" w:rsidRDefault="00A7412C" w:rsidP="00A7412C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 xml:space="preserve">Runderlass Polizei, </w:t>
      </w:r>
      <w:proofErr w:type="spellStart"/>
      <w:r w:rsidRPr="00A7412C">
        <w:rPr>
          <w:sz w:val="28"/>
          <w:szCs w:val="28"/>
        </w:rPr>
        <w:t>Fw</w:t>
      </w:r>
      <w:proofErr w:type="spellEnd"/>
      <w:r w:rsidRPr="00A7412C">
        <w:rPr>
          <w:sz w:val="28"/>
          <w:szCs w:val="28"/>
        </w:rPr>
        <w:t xml:space="preserve">, </w:t>
      </w:r>
      <w:proofErr w:type="spellStart"/>
      <w:r w:rsidRPr="00A7412C">
        <w:rPr>
          <w:sz w:val="28"/>
          <w:szCs w:val="28"/>
        </w:rPr>
        <w:t>Rd</w:t>
      </w:r>
      <w:proofErr w:type="spellEnd"/>
      <w:r w:rsidRPr="00A7412C">
        <w:rPr>
          <w:sz w:val="28"/>
          <w:szCs w:val="28"/>
        </w:rPr>
        <w:t xml:space="preserve"> </w:t>
      </w:r>
      <w:r w:rsidRPr="00A7412C">
        <w:rPr>
          <w:sz w:val="28"/>
          <w:szCs w:val="28"/>
        </w:rPr>
        <w:t>Lagen-Planunterlage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19</w:t>
      </w:r>
    </w:p>
    <w:p w:rsidR="00A7412C" w:rsidRPr="00A7412C" w:rsidRDefault="00A7412C" w:rsidP="00A7412C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 xml:space="preserve">Runderlass Polizei, </w:t>
      </w:r>
      <w:proofErr w:type="spellStart"/>
      <w:r w:rsidRPr="00A7412C">
        <w:rPr>
          <w:sz w:val="28"/>
          <w:szCs w:val="28"/>
        </w:rPr>
        <w:t>F</w:t>
      </w:r>
      <w:r w:rsidRPr="00A7412C">
        <w:rPr>
          <w:sz w:val="28"/>
          <w:szCs w:val="28"/>
        </w:rPr>
        <w:t>w</w:t>
      </w:r>
      <w:proofErr w:type="spellEnd"/>
      <w:r w:rsidRPr="00A7412C">
        <w:rPr>
          <w:sz w:val="28"/>
          <w:szCs w:val="28"/>
        </w:rPr>
        <w:t xml:space="preserve">, </w:t>
      </w:r>
      <w:proofErr w:type="spellStart"/>
      <w:r w:rsidRPr="00A7412C">
        <w:rPr>
          <w:sz w:val="28"/>
          <w:szCs w:val="28"/>
        </w:rPr>
        <w:t>Rd</w:t>
      </w:r>
      <w:proofErr w:type="spellEnd"/>
      <w:r w:rsidRPr="00A7412C">
        <w:rPr>
          <w:sz w:val="28"/>
          <w:szCs w:val="28"/>
        </w:rPr>
        <w:t xml:space="preserve"> Lagen-Planunterlage Anlage 1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20</w:t>
      </w:r>
    </w:p>
    <w:p w:rsidR="00A7412C" w:rsidRPr="00A7412C" w:rsidRDefault="00A7412C" w:rsidP="00A7412C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7412C">
        <w:rPr>
          <w:b/>
          <w:sz w:val="28"/>
          <w:szCs w:val="28"/>
          <w:u w:val="single"/>
        </w:rPr>
        <w:t>Konzepte</w:t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</w:p>
    <w:p w:rsidR="00A7412C" w:rsidRPr="00A7412C" w:rsidRDefault="00A7412C" w:rsidP="00A7412C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MANV-Rahmenkonzept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21</w:t>
      </w:r>
    </w:p>
    <w:p w:rsidR="00A7412C" w:rsidRPr="00A7412C" w:rsidRDefault="00A7412C" w:rsidP="00A7412C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>Katastrophenschutzkonzept</w:t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22</w:t>
      </w:r>
    </w:p>
    <w:p w:rsidR="00A7412C" w:rsidRPr="00905FB5" w:rsidRDefault="00A7412C" w:rsidP="00A7412C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905FB5">
        <w:rPr>
          <w:b/>
          <w:sz w:val="28"/>
          <w:szCs w:val="28"/>
          <w:u w:val="single"/>
        </w:rPr>
        <w:t>Sonstiges</w:t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  <w:r w:rsidR="00905FB5">
        <w:rPr>
          <w:b/>
          <w:sz w:val="28"/>
          <w:szCs w:val="28"/>
          <w:u w:val="single"/>
        </w:rPr>
        <w:tab/>
      </w:r>
    </w:p>
    <w:p w:rsidR="00A7412C" w:rsidRPr="00A7412C" w:rsidRDefault="00A7412C" w:rsidP="00A7412C">
      <w:pPr>
        <w:pStyle w:val="Listenabsatz"/>
        <w:numPr>
          <w:ilvl w:val="1"/>
          <w:numId w:val="1"/>
        </w:numPr>
        <w:rPr>
          <w:sz w:val="28"/>
          <w:szCs w:val="28"/>
        </w:rPr>
      </w:pPr>
      <w:r w:rsidRPr="00A7412C">
        <w:rPr>
          <w:sz w:val="28"/>
          <w:szCs w:val="28"/>
        </w:rPr>
        <w:t xml:space="preserve">Sanitätsdienst bei </w:t>
      </w:r>
      <w:proofErr w:type="spellStart"/>
      <w:r w:rsidRPr="00A7412C">
        <w:rPr>
          <w:sz w:val="28"/>
          <w:szCs w:val="28"/>
        </w:rPr>
        <w:t>Grossveranstaltungen</w:t>
      </w:r>
      <w:proofErr w:type="spellEnd"/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</w:r>
      <w:r w:rsidR="00905FB5">
        <w:rPr>
          <w:sz w:val="28"/>
          <w:szCs w:val="28"/>
        </w:rPr>
        <w:tab/>
        <w:t>23</w:t>
      </w:r>
    </w:p>
    <w:p w:rsidR="00A7412C" w:rsidRDefault="00905FB5" w:rsidP="00A7412C">
      <w:pPr>
        <w:pStyle w:val="Listenabsatz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Rettungsdienstplan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24</w:t>
      </w:r>
    </w:p>
    <w:p w:rsidR="00905FB5" w:rsidRDefault="00905FB5" w:rsidP="00A7412C">
      <w:pPr>
        <w:pStyle w:val="Listenabsatz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Fachplan</w:t>
      </w:r>
      <w:proofErr w:type="spellEnd"/>
      <w:r>
        <w:rPr>
          <w:sz w:val="28"/>
          <w:szCs w:val="28"/>
        </w:rPr>
        <w:t xml:space="preserve"> Luftrettung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25</w:t>
      </w:r>
      <w:bookmarkStart w:id="0" w:name="_GoBack"/>
      <w:bookmarkEnd w:id="0"/>
    </w:p>
    <w:p w:rsidR="00905FB5" w:rsidRPr="00905FB5" w:rsidRDefault="00905FB5" w:rsidP="00905FB5">
      <w:pPr>
        <w:rPr>
          <w:sz w:val="28"/>
          <w:szCs w:val="28"/>
        </w:rPr>
      </w:pPr>
    </w:p>
    <w:sectPr w:rsidR="00905FB5" w:rsidRPr="00905F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342D9"/>
    <w:multiLevelType w:val="multilevel"/>
    <w:tmpl w:val="9A1E0516"/>
    <w:lvl w:ilvl="0">
      <w:start w:val="1"/>
      <w:numFmt w:val="decimalZero"/>
      <w:lvlText w:val="%1"/>
      <w:lvlJc w:val="left"/>
      <w:pPr>
        <w:ind w:left="1005" w:hanging="10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CE"/>
    <w:rsid w:val="005260CE"/>
    <w:rsid w:val="00717DC2"/>
    <w:rsid w:val="00905FB5"/>
    <w:rsid w:val="00A7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F518"/>
  <w15:chartTrackingRefBased/>
  <w15:docId w15:val="{0A2FF7A5-848B-4FB3-A19F-A5729EEB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26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DA1C368F.dotm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Hessen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Matthias (HLFS)</dc:creator>
  <cp:keywords/>
  <dc:description/>
  <cp:lastModifiedBy>Müller, Matthias (HLFS)</cp:lastModifiedBy>
  <cp:revision>1</cp:revision>
  <dcterms:created xsi:type="dcterms:W3CDTF">2019-01-07T07:53:00Z</dcterms:created>
  <dcterms:modified xsi:type="dcterms:W3CDTF">2019-01-07T08:24:00Z</dcterms:modified>
</cp:coreProperties>
</file>